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9097E" w:rsidTr="0099097E">
        <w:tc>
          <w:tcPr>
            <w:tcW w:w="4788" w:type="dxa"/>
          </w:tcPr>
          <w:p w:rsidR="0099097E" w:rsidRDefault="0099097E">
            <w:r>
              <w:t>Name_____________________</w:t>
            </w:r>
          </w:p>
        </w:tc>
        <w:tc>
          <w:tcPr>
            <w:tcW w:w="4788" w:type="dxa"/>
          </w:tcPr>
          <w:p w:rsidR="0099097E" w:rsidRDefault="0099097E" w:rsidP="0099097E">
            <w:pPr>
              <w:jc w:val="right"/>
            </w:pPr>
            <w:r>
              <w:t>Class_______________________</w:t>
            </w:r>
          </w:p>
          <w:p w:rsidR="0099097E" w:rsidRDefault="0099097E" w:rsidP="0099097E">
            <w:pPr>
              <w:jc w:val="right"/>
            </w:pPr>
          </w:p>
        </w:tc>
      </w:tr>
      <w:tr w:rsidR="0099097E" w:rsidTr="0099097E">
        <w:tc>
          <w:tcPr>
            <w:tcW w:w="4788" w:type="dxa"/>
          </w:tcPr>
          <w:p w:rsidR="0099097E" w:rsidRDefault="001E23FB">
            <w:r>
              <w:t>Teacher__________________</w:t>
            </w:r>
          </w:p>
        </w:tc>
        <w:tc>
          <w:tcPr>
            <w:tcW w:w="4788" w:type="dxa"/>
          </w:tcPr>
          <w:p w:rsidR="0099097E" w:rsidRDefault="0099097E" w:rsidP="0099097E">
            <w:pPr>
              <w:jc w:val="right"/>
            </w:pPr>
            <w:r>
              <w:t>Date________________________</w:t>
            </w:r>
          </w:p>
        </w:tc>
      </w:tr>
    </w:tbl>
    <w:p w:rsidR="000A74E0" w:rsidRDefault="000A74E0" w:rsidP="00E83044"/>
    <w:p w:rsidR="00FD0BCC" w:rsidRDefault="00FD0BCC" w:rsidP="00E83044">
      <w:r>
        <w:t>================================================================</w:t>
      </w:r>
    </w:p>
    <w:p w:rsidR="00FD0BCC" w:rsidRDefault="00FD0BCC" w:rsidP="00E83044"/>
    <w:p w:rsidR="00FE3BB8" w:rsidRDefault="00FE3BB8" w:rsidP="00E83044"/>
    <w:p w:rsidR="00E33BF9" w:rsidRDefault="00FD0BCC" w:rsidP="00E83044">
      <w:r>
        <w:t>There are 2 cups in a pint. Bart has 6 cups of slime to throw on Flanders.  How many pints does he have?</w:t>
      </w:r>
    </w:p>
    <w:p w:rsidR="00FD0BCC" w:rsidRDefault="00FD0BCC" w:rsidP="00E83044"/>
    <w:p w:rsidR="00FD0BCC" w:rsidRDefault="00FD0BCC" w:rsidP="00FD0BCC">
      <w:r>
        <w:t>________________________________________________________________________________________________________________________________________________________________________________________________</w:t>
      </w:r>
    </w:p>
    <w:p w:rsidR="00FD0BCC" w:rsidRDefault="00FD0BCC" w:rsidP="00FD0BCC"/>
    <w:p w:rsidR="00FD0BCC" w:rsidRDefault="00FD0BCC" w:rsidP="00FD0BCC"/>
    <w:p w:rsidR="00FE3BB8" w:rsidRDefault="00FE3BB8" w:rsidP="00FD0BCC"/>
    <w:p w:rsidR="00FE3BB8" w:rsidRDefault="00FE3BB8" w:rsidP="00FD0BCC"/>
    <w:p w:rsidR="00FD0BCC" w:rsidRDefault="00833E80" w:rsidP="00FD0BCC">
      <w:r>
        <w:t>There are 4 quarts in one gallon.  Lisa made 8 quarts of lemonade to sell for a band fundraiser.  How many gallons did she make?</w:t>
      </w:r>
    </w:p>
    <w:p w:rsidR="00833E80" w:rsidRDefault="00833E80" w:rsidP="00FD0BCC"/>
    <w:p w:rsidR="00833E80" w:rsidRDefault="00833E80" w:rsidP="00833E80">
      <w:r>
        <w:t>________________________________________________________________________________________________________________________________________________________________________________________________</w:t>
      </w:r>
    </w:p>
    <w:p w:rsidR="00833E80" w:rsidRDefault="00833E80" w:rsidP="00FD0BCC"/>
    <w:p w:rsidR="00FE3BB8" w:rsidRDefault="00FE3BB8" w:rsidP="00FD0BCC"/>
    <w:p w:rsidR="00833E80" w:rsidRDefault="00833E80" w:rsidP="00FD0BCC"/>
    <w:p w:rsidR="00FE3BB8" w:rsidRDefault="00FE3BB8" w:rsidP="00FD0BCC"/>
    <w:p w:rsidR="00833E80" w:rsidRDefault="00AE7D56" w:rsidP="00FD0BCC">
      <w:r>
        <w:t>There are 16 ounces in a pound.  Homer ate 3 pounds of donuts this week. How many ounces did he eat?</w:t>
      </w:r>
    </w:p>
    <w:p w:rsidR="00AE7D56" w:rsidRDefault="00AE7D56" w:rsidP="00FD0BCC"/>
    <w:p w:rsidR="00AE7D56" w:rsidRDefault="00AE7D56" w:rsidP="00AE7D56">
      <w:r>
        <w:t>________________________________________________________________________________________________________________________________________________________________________________________________</w:t>
      </w:r>
    </w:p>
    <w:p w:rsidR="00AE7D56" w:rsidRDefault="00AE7D56" w:rsidP="00FD0BCC"/>
    <w:p w:rsidR="00FE3BB8" w:rsidRDefault="00FE3BB8" w:rsidP="00FD0BCC"/>
    <w:p w:rsidR="005A153E" w:rsidRDefault="005A153E" w:rsidP="00FD0BCC"/>
    <w:p w:rsidR="00FE3BB8" w:rsidRDefault="00FE3BB8" w:rsidP="00FD0BCC"/>
    <w:p w:rsidR="005A153E" w:rsidRDefault="005A153E" w:rsidP="00FD0BCC">
      <w:r>
        <w:t>There are 2 pints in a quart.  Marge made 5 pints of chicken soup for dinner.  How many quarts did she make?</w:t>
      </w:r>
    </w:p>
    <w:p w:rsidR="005A153E" w:rsidRDefault="005A153E" w:rsidP="00FD0BCC"/>
    <w:p w:rsidR="005A153E" w:rsidRDefault="005A153E" w:rsidP="005A153E">
      <w:r>
        <w:t>________________________________________________________________________________________________________________________________________________________________________________________________</w:t>
      </w:r>
    </w:p>
    <w:p w:rsidR="005A153E" w:rsidRDefault="005A153E" w:rsidP="00FD0BCC"/>
    <w:sectPr w:rsidR="005A153E" w:rsidSect="00164252">
      <w:headerReference w:type="default" r:id="rId8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13D" w:rsidRDefault="00F0613D" w:rsidP="00A02A90">
      <w:r>
        <w:separator/>
      </w:r>
    </w:p>
  </w:endnote>
  <w:endnote w:type="continuationSeparator" w:id="0">
    <w:p w:rsidR="00F0613D" w:rsidRDefault="00F0613D" w:rsidP="00A02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13D" w:rsidRDefault="00F0613D" w:rsidP="00A02A90">
      <w:r>
        <w:separator/>
      </w:r>
    </w:p>
  </w:footnote>
  <w:footnote w:type="continuationSeparator" w:id="0">
    <w:p w:rsidR="00F0613D" w:rsidRDefault="00F0613D" w:rsidP="00A02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A90" w:rsidRDefault="00A02A90" w:rsidP="00A02A90">
    <w:pPr>
      <w:pStyle w:val="Header"/>
      <w:jc w:val="right"/>
    </w:pPr>
    <w:r>
      <w:t>Homework #__________________</w:t>
    </w:r>
  </w:p>
  <w:p w:rsidR="00A02A90" w:rsidRDefault="00A02A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A2B6E"/>
    <w:multiLevelType w:val="hybridMultilevel"/>
    <w:tmpl w:val="96A0E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9135A"/>
    <w:multiLevelType w:val="hybridMultilevel"/>
    <w:tmpl w:val="C4601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8B7"/>
    <w:rsid w:val="000026D1"/>
    <w:rsid w:val="000A15C1"/>
    <w:rsid w:val="000A74E0"/>
    <w:rsid w:val="000B4CA1"/>
    <w:rsid w:val="000C0968"/>
    <w:rsid w:val="000C156B"/>
    <w:rsid w:val="00164252"/>
    <w:rsid w:val="001E23FB"/>
    <w:rsid w:val="001F50AF"/>
    <w:rsid w:val="00206A7E"/>
    <w:rsid w:val="0030036C"/>
    <w:rsid w:val="0039740D"/>
    <w:rsid w:val="003B1E36"/>
    <w:rsid w:val="003F6851"/>
    <w:rsid w:val="00421FF2"/>
    <w:rsid w:val="004B76E6"/>
    <w:rsid w:val="005417D2"/>
    <w:rsid w:val="005A153E"/>
    <w:rsid w:val="005C57F1"/>
    <w:rsid w:val="005D1881"/>
    <w:rsid w:val="0061233C"/>
    <w:rsid w:val="00631FD0"/>
    <w:rsid w:val="00672286"/>
    <w:rsid w:val="00672E45"/>
    <w:rsid w:val="006D6A06"/>
    <w:rsid w:val="00706148"/>
    <w:rsid w:val="00833E80"/>
    <w:rsid w:val="0088288E"/>
    <w:rsid w:val="008A78B7"/>
    <w:rsid w:val="008B469F"/>
    <w:rsid w:val="0099097E"/>
    <w:rsid w:val="00995F86"/>
    <w:rsid w:val="009E47B5"/>
    <w:rsid w:val="00A02A90"/>
    <w:rsid w:val="00AE7D56"/>
    <w:rsid w:val="00BA0404"/>
    <w:rsid w:val="00BE794F"/>
    <w:rsid w:val="00D56D56"/>
    <w:rsid w:val="00DF7086"/>
    <w:rsid w:val="00E203DF"/>
    <w:rsid w:val="00E33BF9"/>
    <w:rsid w:val="00E83044"/>
    <w:rsid w:val="00E86758"/>
    <w:rsid w:val="00EC43B8"/>
    <w:rsid w:val="00EC540C"/>
    <w:rsid w:val="00F0613D"/>
    <w:rsid w:val="00F8368F"/>
    <w:rsid w:val="00FD0BCC"/>
    <w:rsid w:val="00FE3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Typewriter" w:eastAsiaTheme="minorHAnsi" w:hAnsi="Lucida Sans Typewriter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2A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2A90"/>
  </w:style>
  <w:style w:type="paragraph" w:styleId="Footer">
    <w:name w:val="footer"/>
    <w:basedOn w:val="Normal"/>
    <w:link w:val="FooterChar"/>
    <w:uiPriority w:val="99"/>
    <w:semiHidden/>
    <w:unhideWhenUsed/>
    <w:rsid w:val="00A02A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2A90"/>
  </w:style>
  <w:style w:type="paragraph" w:styleId="BalloonText">
    <w:name w:val="Balloon Text"/>
    <w:basedOn w:val="Normal"/>
    <w:link w:val="BalloonTextChar"/>
    <w:uiPriority w:val="99"/>
    <w:semiHidden/>
    <w:unhideWhenUsed/>
    <w:rsid w:val="00612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3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7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My%20Documents\Dropbox\CAV\head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C63AC-0E5D-4A94-93B9-ED1DCBA99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heading</Template>
  <TotalTime>37</TotalTime>
  <Pages>1</Pages>
  <Words>211</Words>
  <Characters>1203</Characters>
  <Application>Microsoft Office Word</Application>
  <DocSecurity>0</DocSecurity>
  <Lines>10</Lines>
  <Paragraphs>2</Paragraphs>
  <ScaleCrop>false</ScaleCrop>
  <Company>NYCDOE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2012-01-26T19:07:00Z</cp:lastPrinted>
  <dcterms:created xsi:type="dcterms:W3CDTF">2012-10-25T12:40:00Z</dcterms:created>
  <dcterms:modified xsi:type="dcterms:W3CDTF">2012-10-25T13:18:00Z</dcterms:modified>
</cp:coreProperties>
</file>